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69" w:rsidRPr="004A50F5" w:rsidRDefault="000A4D69" w:rsidP="00985CF6">
      <w:pPr>
        <w:pStyle w:val="20"/>
        <w:shd w:val="clear" w:color="auto" w:fill="auto"/>
        <w:spacing w:line="100" w:lineRule="exact"/>
        <w:rPr>
          <w:lang w:val="ru-RU"/>
        </w:rPr>
      </w:pPr>
    </w:p>
    <w:p w:rsidR="000A4D69" w:rsidRDefault="000A4D6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A4D69" w:rsidRDefault="000A4D6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A4D69" w:rsidTr="008622F5">
        <w:tc>
          <w:tcPr>
            <w:tcW w:w="7419" w:type="dxa"/>
          </w:tcPr>
          <w:p w:rsidR="000A4D69" w:rsidRPr="008622F5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6</w:t>
            </w:r>
            <w:r w:rsidRPr="008622F5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622F5">
              <w:rPr>
                <w:b/>
              </w:rPr>
              <w:t>Сумма, рублей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 w:rsidRPr="008622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8622F5">
              <w:rPr>
                <w:rFonts w:ascii="Times New Roman" w:hAnsi="Times New Roman" w:cs="Times New Roman"/>
              </w:rPr>
              <w:t>000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243096</w:t>
            </w:r>
          </w:p>
        </w:tc>
      </w:tr>
      <w:tr w:rsidR="000A4D69" w:rsidTr="008622F5">
        <w:tc>
          <w:tcPr>
            <w:tcW w:w="7419" w:type="dxa"/>
          </w:tcPr>
          <w:p w:rsidR="000A4D69" w:rsidRPr="008622F5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1624030</w:t>
            </w:r>
          </w:p>
        </w:tc>
      </w:tr>
    </w:tbl>
    <w:p w:rsidR="000A4D69" w:rsidRDefault="000A4D6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0A4D69" w:rsidRDefault="000A4D69">
      <w:pPr>
        <w:rPr>
          <w:sz w:val="2"/>
          <w:szCs w:val="2"/>
        </w:rPr>
      </w:pPr>
    </w:p>
    <w:p w:rsidR="000A4D69" w:rsidRDefault="000A4D6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A4D69" w:rsidRDefault="000A4D6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sz w:val="21"/>
          <w:szCs w:val="21"/>
        </w:rPr>
      </w:pPr>
      <w:r w:rsidRPr="002F0753">
        <w:rPr>
          <w:rStyle w:val="Exact1"/>
          <w:b/>
          <w:sz w:val="21"/>
          <w:szCs w:val="21"/>
        </w:rPr>
        <w:t xml:space="preserve">Учредитель 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b/>
          <w:sz w:val="21"/>
          <w:szCs w:val="21"/>
        </w:rPr>
        <w:t>Учреждение</w:t>
      </w:r>
    </w:p>
    <w:p w:rsidR="000A4D69" w:rsidRPr="002F0753" w:rsidRDefault="000A4D69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ул. Буденного д.7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ул. Урицкого д.2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Банковские реквизиты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ИНН 3220000474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БИК 041501001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БИК 041501001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р/с 40204810400000100126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р/с </w:t>
      </w:r>
      <w:r w:rsidRPr="002F0753">
        <w:t>40701810000011000192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л/с 03273012380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>
        <w:rPr>
          <w:rStyle w:val="Exact1"/>
          <w:sz w:val="21"/>
          <w:szCs w:val="21"/>
          <w:u w:val="none"/>
        </w:rPr>
        <w:t>В.и.о. н</w:t>
      </w:r>
      <w:r w:rsidRPr="002F0753">
        <w:rPr>
          <w:rStyle w:val="Exact1"/>
          <w:sz w:val="21"/>
          <w:szCs w:val="21"/>
          <w:u w:val="none"/>
        </w:rPr>
        <w:t>ачальник</w:t>
      </w:r>
      <w:r>
        <w:rPr>
          <w:rStyle w:val="Exact1"/>
          <w:sz w:val="21"/>
          <w:szCs w:val="21"/>
          <w:u w:val="none"/>
        </w:rPr>
        <w:t>а Мглинского районного</w:t>
      </w:r>
      <w:r>
        <w:rPr>
          <w:rStyle w:val="Exact1"/>
          <w:sz w:val="21"/>
          <w:szCs w:val="21"/>
          <w:u w:val="none"/>
        </w:rPr>
        <w:tab/>
      </w:r>
      <w:r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>Директор МБОУ ДОД Мглинская ДМШ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</w:t>
      </w:r>
      <w:r>
        <w:rPr>
          <w:color w:val="auto"/>
          <w:sz w:val="20"/>
          <w:szCs w:val="20"/>
        </w:rPr>
        <w:t>Казакова Л</w:t>
      </w:r>
      <w:r w:rsidRPr="009C0855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>М.</w:t>
      </w:r>
      <w:r w:rsidRPr="009C0855">
        <w:rPr>
          <w:color w:val="auto"/>
          <w:sz w:val="20"/>
          <w:szCs w:val="20"/>
        </w:rPr>
        <w:tab/>
      </w:r>
      <w:r w:rsidRPr="002F0753">
        <w:tab/>
      </w:r>
      <w:r>
        <w:tab/>
      </w:r>
      <w:r w:rsidRPr="002F0753">
        <w:tab/>
        <w:t xml:space="preserve">_____________ </w:t>
      </w:r>
      <w:r>
        <w:t>Лукашевич Е.Н.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0A4D69" w:rsidRPr="002472DF" w:rsidRDefault="000A4D69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0A4D69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D69" w:rsidRDefault="000A4D69" w:rsidP="008D65D8">
      <w:r>
        <w:separator/>
      </w:r>
    </w:p>
  </w:endnote>
  <w:endnote w:type="continuationSeparator" w:id="1">
    <w:p w:rsidR="000A4D69" w:rsidRDefault="000A4D69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D69" w:rsidRDefault="000A4D69"/>
  </w:footnote>
  <w:footnote w:type="continuationSeparator" w:id="1">
    <w:p w:rsidR="000A4D69" w:rsidRDefault="000A4D6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A4D69"/>
    <w:rsid w:val="00153046"/>
    <w:rsid w:val="00173187"/>
    <w:rsid w:val="001B2F38"/>
    <w:rsid w:val="00210B99"/>
    <w:rsid w:val="002472DF"/>
    <w:rsid w:val="00261F8D"/>
    <w:rsid w:val="002B7994"/>
    <w:rsid w:val="002E3A67"/>
    <w:rsid w:val="002F0753"/>
    <w:rsid w:val="00305214"/>
    <w:rsid w:val="003B0399"/>
    <w:rsid w:val="003E1F16"/>
    <w:rsid w:val="004A50F5"/>
    <w:rsid w:val="005A1822"/>
    <w:rsid w:val="005C5AA8"/>
    <w:rsid w:val="005D6519"/>
    <w:rsid w:val="00625E6F"/>
    <w:rsid w:val="00775A9D"/>
    <w:rsid w:val="007B2215"/>
    <w:rsid w:val="008622F5"/>
    <w:rsid w:val="008B1F56"/>
    <w:rsid w:val="008D65D8"/>
    <w:rsid w:val="00985CF6"/>
    <w:rsid w:val="009C0855"/>
    <w:rsid w:val="00E557E7"/>
    <w:rsid w:val="00E83CC4"/>
    <w:rsid w:val="00E845A3"/>
    <w:rsid w:val="00FC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1</Pages>
  <Words>169</Words>
  <Characters>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9</cp:revision>
  <cp:lastPrinted>2016-01-21T12:04:00Z</cp:lastPrinted>
  <dcterms:created xsi:type="dcterms:W3CDTF">2014-08-26T06:09:00Z</dcterms:created>
  <dcterms:modified xsi:type="dcterms:W3CDTF">2016-01-21T12:05:00Z</dcterms:modified>
</cp:coreProperties>
</file>